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FEF" w:rsidRDefault="009B7FEF" w:rsidP="009B7FEF">
      <w:pPr>
        <w:pStyle w:val="Heading1"/>
        <w:jc w:val="center"/>
      </w:pPr>
      <w:r>
        <w:t>CONTRACT DE INCHIRIERE SPATIU</w:t>
      </w:r>
    </w:p>
    <w:p w:rsidR="009B7FEF" w:rsidRDefault="009B7FEF" w:rsidP="009B7FEF"/>
    <w:p w:rsidR="009B7FEF" w:rsidRDefault="009B7FEF" w:rsidP="009B7FEF">
      <w:pPr>
        <w:pStyle w:val="Heading2"/>
      </w:pPr>
      <w:r>
        <w:t>I. PARTILE CONTRACTANTE</w:t>
      </w:r>
    </w:p>
    <w:p w:rsidR="009B7FEF" w:rsidRPr="009B7FEF" w:rsidRDefault="009B7FEF" w:rsidP="009B7FEF">
      <w:pPr>
        <w:pStyle w:val="Style2"/>
      </w:pPr>
      <w:r w:rsidRPr="009B7FEF">
        <w:t>Art.1</w:t>
      </w:r>
    </w:p>
    <w:p w:rsidR="009B7FEF" w:rsidRDefault="009B7FEF" w:rsidP="009B7FEF"/>
    <w:p w:rsidR="009B7FEF" w:rsidRDefault="009B7FEF" w:rsidP="009B7FEF">
      <w:pPr>
        <w:spacing w:line="360" w:lineRule="auto"/>
      </w:pPr>
      <w:r>
        <w:t xml:space="preserve">Societatea comerciala _____________., cu sediul in __________, str__., nr. ___, jud___., inmatriculata la Oficiul Registrului Comertului sub nr. ____ ____, cod fiscal __________, reprezentata de _____., avand functia de ___., in calitate de </w:t>
      </w:r>
      <w:r w:rsidRPr="009B7FEF">
        <w:rPr>
          <w:b/>
        </w:rPr>
        <w:t>LOCATOR</w:t>
      </w:r>
      <w:r>
        <w:t>,</w:t>
      </w:r>
    </w:p>
    <w:p w:rsidR="009B7FEF" w:rsidRDefault="009B7FEF" w:rsidP="009B7FEF">
      <w:r>
        <w:t>si</w:t>
      </w:r>
    </w:p>
    <w:p w:rsidR="009B7FEF" w:rsidRDefault="009B7FEF" w:rsidP="009B7FEF">
      <w:pPr>
        <w:spacing w:line="360" w:lineRule="auto"/>
      </w:pPr>
      <w:r>
        <w:t xml:space="preserve">Societatea comerciala _____________., cu sediul in __________, str__., nr. ___, jud___., inmatriculata la Oficiul Registrului Comertului sub nr. ____ ____, cod fiscal __________, reprezentata de _____., avand functia de ___., in calitate de </w:t>
      </w:r>
      <w:r w:rsidRPr="009B7FEF">
        <w:rPr>
          <w:b/>
        </w:rPr>
        <w:t>LOCATAR</w:t>
      </w:r>
    </w:p>
    <w:p w:rsidR="009B7FEF" w:rsidRDefault="009B7FEF" w:rsidP="009B7FEF"/>
    <w:p w:rsidR="009B7FEF" w:rsidRDefault="009B7FEF" w:rsidP="009B7FEF">
      <w:r>
        <w:t xml:space="preserve"> </w:t>
      </w:r>
    </w:p>
    <w:p w:rsidR="009B7FEF" w:rsidRDefault="009B7FEF" w:rsidP="009B7FEF">
      <w:pPr>
        <w:pStyle w:val="Heading2"/>
      </w:pPr>
      <w:r>
        <w:t>II. OBIECTUL CONTRACTULUI</w:t>
      </w:r>
    </w:p>
    <w:p w:rsidR="009B7FEF" w:rsidRPr="009B7FEF" w:rsidRDefault="009B7FEF" w:rsidP="009B7FEF">
      <w:pPr>
        <w:pStyle w:val="Style2"/>
      </w:pPr>
      <w:r w:rsidRPr="009B7FEF">
        <w:t>Art.2</w:t>
      </w:r>
    </w:p>
    <w:p w:rsidR="009B7FEF" w:rsidRDefault="009B7FEF" w:rsidP="009B7FEF"/>
    <w:p w:rsidR="009B7FEF" w:rsidRDefault="009B7FEF" w:rsidP="009B7FEF">
      <w:pPr>
        <w:spacing w:line="360" w:lineRule="auto"/>
      </w:pPr>
      <w:r>
        <w:t>Obiectul contractului consta in inchirierea spatiului (terenului) in suprafata de __. mp, situat in ____________________________________________ avand vecinatatile _______________________</w:t>
      </w:r>
    </w:p>
    <w:p w:rsidR="009B7FEF" w:rsidRPr="009B7FEF" w:rsidRDefault="009B7FEF" w:rsidP="009B7FEF">
      <w:pPr>
        <w:pStyle w:val="Style2"/>
      </w:pPr>
      <w:r w:rsidRPr="009B7FEF">
        <w:t>Art.3</w:t>
      </w:r>
    </w:p>
    <w:p w:rsidR="009B7FEF" w:rsidRDefault="009B7FEF" w:rsidP="009B7FEF"/>
    <w:p w:rsidR="009B7FEF" w:rsidRDefault="009B7FEF" w:rsidP="009B7FEF">
      <w:r>
        <w:t xml:space="preserve">Terenul inchiriat este proprietatea exclusiva a </w:t>
      </w:r>
      <w:r w:rsidRPr="009B7FEF">
        <w:rPr>
          <w:b/>
        </w:rPr>
        <w:t>locatorului.</w:t>
      </w:r>
    </w:p>
    <w:p w:rsidR="009B7FEF" w:rsidRDefault="009B7FEF" w:rsidP="009B7FEF">
      <w:pPr>
        <w:pStyle w:val="Style2"/>
      </w:pPr>
      <w:r>
        <w:t>Art.4</w:t>
      </w:r>
    </w:p>
    <w:p w:rsidR="009B7FEF" w:rsidRDefault="009B7FEF" w:rsidP="009B7FEF"/>
    <w:p w:rsidR="009B7FEF" w:rsidRDefault="009B7FEF" w:rsidP="009B7FEF">
      <w:r>
        <w:t>Predarea-primirea obiectului inchirierii va fi consemnata in procesul verbal de predare-primire care se incheie pana la data de ___/___/______ si care constituie anexa nr. 1 la prezentul contract.</w:t>
      </w:r>
    </w:p>
    <w:p w:rsidR="009B7FEF" w:rsidRDefault="009B7FEF" w:rsidP="009B7FEF"/>
    <w:p w:rsidR="009B7FEF" w:rsidRDefault="009B7FEF" w:rsidP="009B7FEF">
      <w:pPr>
        <w:pStyle w:val="Heading2"/>
      </w:pPr>
      <w:r>
        <w:lastRenderedPageBreak/>
        <w:t>III. DESTINATIA BUNURILOR INCHIRIATE</w:t>
      </w:r>
    </w:p>
    <w:p w:rsidR="009B7FEF" w:rsidRDefault="009B7FEF" w:rsidP="009B7FEF">
      <w:pPr>
        <w:pStyle w:val="Style2"/>
      </w:pPr>
      <w:r>
        <w:t>Art.5</w:t>
      </w:r>
    </w:p>
    <w:p w:rsidR="009B7FEF" w:rsidRDefault="009B7FEF" w:rsidP="009B7FEF"/>
    <w:p w:rsidR="009B7FEF" w:rsidRDefault="009B7FEF" w:rsidP="009B7FEF">
      <w:pPr>
        <w:spacing w:line="360" w:lineRule="auto"/>
      </w:pPr>
      <w:r>
        <w:t>Terenul inchiriat va fi folosit de locatar ca punct de lucru al societatii comerciale __________, in vederea desfasurarii activitatii de ___________________________________________</w:t>
      </w:r>
    </w:p>
    <w:p w:rsidR="009B7FEF" w:rsidRDefault="009B7FEF" w:rsidP="009B7FEF">
      <w:pPr>
        <w:pStyle w:val="Style2"/>
      </w:pPr>
      <w:r>
        <w:t>Art.6</w:t>
      </w:r>
    </w:p>
    <w:p w:rsidR="009B7FEF" w:rsidRDefault="009B7FEF" w:rsidP="009B7FEF"/>
    <w:p w:rsidR="009B7FEF" w:rsidRDefault="009B7FEF" w:rsidP="009B7FEF">
      <w:r>
        <w:t>Locatarul va putea desfasura si alte activitati, cu acordul prealabil al proprietarului.</w:t>
      </w:r>
    </w:p>
    <w:p w:rsidR="009B7FEF" w:rsidRDefault="009B7FEF" w:rsidP="009B7FEF">
      <w:pPr>
        <w:pStyle w:val="Style2"/>
      </w:pPr>
      <w:r>
        <w:t>Art.7</w:t>
      </w:r>
    </w:p>
    <w:p w:rsidR="009B7FEF" w:rsidRDefault="009B7FEF" w:rsidP="009B7FEF"/>
    <w:p w:rsidR="009B7FEF" w:rsidRDefault="009B7FEF" w:rsidP="009B7FEF">
      <w:r>
        <w:t>Pe terenul in suprafata de _______m.p. ce formeaza obiectul prezentului contract, locatarul va putea sa construiasca ___________, obtinandu-se in acest scop autorizatia de construire necesara de catre proprietar. Toate cheltuielile legate de edificarea acestei constructii vor fi suportate in intregime de catre locatar, cu exceptia taxelor legale pentru obtinerea autorizatiei de construire, ce vor fi suportate in proportie egala de catre locator si locatar, urmand ca proprietatea asupra constructiei sa fie dobandita de catre locatar.</w:t>
      </w:r>
    </w:p>
    <w:p w:rsidR="009B7FEF" w:rsidRDefault="009B7FEF" w:rsidP="009B7FEF">
      <w:pPr>
        <w:pStyle w:val="Style2"/>
      </w:pPr>
      <w:r>
        <w:t>Art.8</w:t>
      </w:r>
    </w:p>
    <w:p w:rsidR="009B7FEF" w:rsidRDefault="009B7FEF" w:rsidP="009B7FEF"/>
    <w:p w:rsidR="009B7FEF" w:rsidRDefault="009B7FEF" w:rsidP="009B7FEF">
      <w:r>
        <w:t>Locatarul va fi obligat ca in termen de ______ zile de la data incetarii prezentului contract, indiferent de motivul care a condus la incetare, sa ridice constructia si sa elibereze terenul.</w:t>
      </w:r>
    </w:p>
    <w:p w:rsidR="009B7FEF" w:rsidRDefault="009B7FEF" w:rsidP="009B7FEF">
      <w:pPr>
        <w:pStyle w:val="Style2"/>
      </w:pPr>
      <w:r>
        <w:t>Art.9</w:t>
      </w:r>
    </w:p>
    <w:p w:rsidR="009B7FEF" w:rsidRDefault="009B7FEF" w:rsidP="009B7FEF"/>
    <w:p w:rsidR="009B7FEF" w:rsidRDefault="009B7FEF" w:rsidP="009B7FEF">
      <w:r>
        <w:t>Destinatia terenului inchiriat nu va putea fi schimbata fara consimtamantul scris al locatorului.</w:t>
      </w:r>
    </w:p>
    <w:p w:rsidR="009B7FEF" w:rsidRDefault="009B7FEF" w:rsidP="009B7FEF"/>
    <w:p w:rsidR="009B7FEF" w:rsidRDefault="009B7FEF" w:rsidP="009B7FEF">
      <w:r>
        <w:t xml:space="preserve"> </w:t>
      </w:r>
    </w:p>
    <w:p w:rsidR="009B7FEF" w:rsidRDefault="009B7FEF" w:rsidP="009B7FEF">
      <w:pPr>
        <w:pStyle w:val="Heading2"/>
      </w:pPr>
      <w:r>
        <w:t>IV. DURATA</w:t>
      </w:r>
    </w:p>
    <w:p w:rsidR="009B7FEF" w:rsidRDefault="009B7FEF" w:rsidP="009B7FEF">
      <w:pPr>
        <w:pStyle w:val="Style2"/>
      </w:pPr>
      <w:r>
        <w:t>Art.10</w:t>
      </w:r>
    </w:p>
    <w:p w:rsidR="009B7FEF" w:rsidRDefault="009B7FEF" w:rsidP="009B7FEF"/>
    <w:p w:rsidR="009B7FEF" w:rsidRDefault="009B7FEF" w:rsidP="009B7FEF">
      <w:r>
        <w:t>Termenul de inchiriere este de ______ luni/ani, cu incepere de la data de ___/___/______, pana la data de ___/___/______. Proprietarul poate prelungi contractul pentru aceeasi perioada de timp, sau perioade mai mici, la cererea chiriasului cu minimum _____ luni inainte de expirarea contractului convenite intre parti.</w:t>
      </w:r>
    </w:p>
    <w:p w:rsidR="009B7FEF" w:rsidRDefault="009B7FEF" w:rsidP="009B7FEF"/>
    <w:p w:rsidR="009B7FEF" w:rsidRDefault="009B7FEF" w:rsidP="009B7FEF">
      <w:pPr>
        <w:pStyle w:val="Heading2"/>
      </w:pPr>
      <w:r>
        <w:lastRenderedPageBreak/>
        <w:t>V. CHIRIA SI MODALITATI DE PLATA</w:t>
      </w:r>
    </w:p>
    <w:p w:rsidR="009B7FEF" w:rsidRDefault="009B7FEF" w:rsidP="009B7FEF">
      <w:pPr>
        <w:pStyle w:val="Style2"/>
      </w:pPr>
      <w:r>
        <w:t>Art.11</w:t>
      </w:r>
    </w:p>
    <w:p w:rsidR="009B7FEF" w:rsidRDefault="009B7FEF" w:rsidP="009B7FEF"/>
    <w:p w:rsidR="009B7FEF" w:rsidRDefault="009B7FEF" w:rsidP="009B7FEF">
      <w:r>
        <w:t>Chiria pentru folosirea obiectului inchirierii este de _________</w:t>
      </w:r>
    </w:p>
    <w:p w:rsidR="009B7FEF" w:rsidRDefault="009B7FEF" w:rsidP="009B7FEF">
      <w:pPr>
        <w:pStyle w:val="Style2"/>
      </w:pPr>
      <w:r>
        <w:t>Art.12</w:t>
      </w:r>
    </w:p>
    <w:p w:rsidR="009B7FEF" w:rsidRDefault="009B7FEF" w:rsidP="009B7FEF"/>
    <w:p w:rsidR="009B7FEF" w:rsidRDefault="009B7FEF" w:rsidP="009B7FEF">
      <w:r>
        <w:t>Chiria va fi indexata trimestrial in functie de rata medie lunara a inflatiei sau va fi incheiata in USD si va face obiectul unui act aditional semnat si stampilat de parti.</w:t>
      </w:r>
    </w:p>
    <w:p w:rsidR="009B7FEF" w:rsidRDefault="009B7FEF" w:rsidP="009B7FEF">
      <w:pPr>
        <w:pStyle w:val="Style2"/>
      </w:pPr>
      <w:r>
        <w:t>Art.13</w:t>
      </w:r>
    </w:p>
    <w:p w:rsidR="009B7FEF" w:rsidRDefault="009B7FEF" w:rsidP="009B7FEF"/>
    <w:p w:rsidR="009B7FEF" w:rsidRDefault="009B7FEF" w:rsidP="009B7FEF">
      <w:pPr>
        <w:spacing w:line="360" w:lineRule="auto"/>
      </w:pPr>
      <w:r>
        <w:t>Plata chiriei se va face lunar pana la data de ____ ale lunii, pentru luna respectiva, in contul _________________________________, deschis la banca _____________________________</w:t>
      </w:r>
    </w:p>
    <w:p w:rsidR="009B7FEF" w:rsidRDefault="009B7FEF" w:rsidP="009B7FEF">
      <w:pPr>
        <w:pStyle w:val="Style2"/>
      </w:pPr>
      <w:r>
        <w:t>Art.14</w:t>
      </w:r>
    </w:p>
    <w:p w:rsidR="009B7FEF" w:rsidRDefault="009B7FEF" w:rsidP="009B7FEF"/>
    <w:p w:rsidR="009B7FEF" w:rsidRDefault="009B7FEF" w:rsidP="009B7FEF">
      <w:r>
        <w:t>Pe langa plata chiriei, chiriasul se obliga sa plateasca lunar, pana la finele lunii in curs, consumul de apa rece, apa calda, energie electrica, energie termica, gaze naturale, abonamentul telefonic etc.</w:t>
      </w:r>
    </w:p>
    <w:p w:rsidR="009B7FEF" w:rsidRDefault="009B7FEF" w:rsidP="009B7FEF">
      <w:pPr>
        <w:pStyle w:val="Style2"/>
      </w:pPr>
      <w:r>
        <w:t>Art.15</w:t>
      </w:r>
    </w:p>
    <w:p w:rsidR="009B7FEF" w:rsidRDefault="009B7FEF" w:rsidP="009B7FEF"/>
    <w:p w:rsidR="009B7FEF" w:rsidRDefault="009B7FEF" w:rsidP="009B7FEF">
      <w:r>
        <w:t>Pentru neplata la termen a sumelor aferente consumurilor si serviciilor, proprietarul poate rezilia prezentul contract fara alte formalitati, chiriasul fiind obligat sa elibereze si sa predea spatiul inchiriat si sa achite toate obligatiile de plata rezultate din contract.</w:t>
      </w:r>
    </w:p>
    <w:p w:rsidR="009B7FEF" w:rsidRDefault="009B7FEF" w:rsidP="009B7FEF"/>
    <w:p w:rsidR="009B7FEF" w:rsidRDefault="009B7FEF" w:rsidP="009B7FEF">
      <w:pPr>
        <w:pStyle w:val="Heading2"/>
      </w:pPr>
      <w:r>
        <w:t>VI. INTERDICTII</w:t>
      </w:r>
    </w:p>
    <w:p w:rsidR="009B7FEF" w:rsidRPr="009B7FEF" w:rsidRDefault="009B7FEF" w:rsidP="009B7FEF"/>
    <w:p w:rsidR="009B7FEF" w:rsidRDefault="009B7FEF" w:rsidP="009B7FEF">
      <w:pPr>
        <w:pStyle w:val="Style2"/>
      </w:pPr>
      <w:r>
        <w:t>Art.16</w:t>
      </w:r>
    </w:p>
    <w:p w:rsidR="009B7FEF" w:rsidRDefault="009B7FEF" w:rsidP="009B7FEF"/>
    <w:p w:rsidR="009B7FEF" w:rsidRDefault="009B7FEF" w:rsidP="009B7FEF">
      <w:r>
        <w:t>Pe toata durata contractului, locatarului ii este interzisa subinchirierea, cesiunea sau orice alta forma de instrainare catre terti a bunului inchiriat.</w:t>
      </w:r>
    </w:p>
    <w:p w:rsidR="009B7FEF" w:rsidRDefault="009B7FEF" w:rsidP="009B7FEF">
      <w:pPr>
        <w:pStyle w:val="Style2"/>
      </w:pPr>
      <w:r>
        <w:t>Art. 17</w:t>
      </w:r>
    </w:p>
    <w:p w:rsidR="009B7FEF" w:rsidRDefault="009B7FEF" w:rsidP="009B7FEF"/>
    <w:p w:rsidR="009B7FEF" w:rsidRDefault="009B7FEF" w:rsidP="009B7FEF">
      <w:r>
        <w:t>Instalarea de antene pentru receptionarea de semnale audio-vizuale, altele decat cele cu care au fost dotate imobilele din constructie, se va face numai cu acordul proprietarului, pe cheltuiala chiriasului, acesta din urma avand obligatia sa obtina si celelalte avize necesare si sa plateasca taxele si costul abonamentelor conform reglementarilor legale.</w:t>
      </w:r>
    </w:p>
    <w:p w:rsidR="009B7FEF" w:rsidRDefault="009B7FEF" w:rsidP="009B7FEF">
      <w:pPr>
        <w:pStyle w:val="Style2"/>
      </w:pPr>
      <w:r>
        <w:lastRenderedPageBreak/>
        <w:t>Art. 18</w:t>
      </w:r>
    </w:p>
    <w:p w:rsidR="009B7FEF" w:rsidRDefault="009B7FEF" w:rsidP="009B7FEF"/>
    <w:p w:rsidR="009B7FEF" w:rsidRDefault="009B7FEF" w:rsidP="009B7FEF">
      <w:r>
        <w:t>Chiriasul va putea monta firme sau reclame numai cu acordul proprietarului, in locurile acceptate de acesta si dupa obtinerea avizului organelor locale.</w:t>
      </w:r>
    </w:p>
    <w:p w:rsidR="009B7FEF" w:rsidRDefault="009B7FEF" w:rsidP="009B7FEF"/>
    <w:p w:rsidR="009B7FEF" w:rsidRDefault="009B7FEF" w:rsidP="009B7FEF">
      <w:pPr>
        <w:pStyle w:val="Heading2"/>
      </w:pPr>
      <w:r>
        <w:t>VII. OBLIGATIILE PARTILOR CONTRACTANTE</w:t>
      </w:r>
    </w:p>
    <w:p w:rsidR="009B7FEF" w:rsidRPr="009B7FEF" w:rsidRDefault="009B7FEF" w:rsidP="009B7FEF"/>
    <w:p w:rsidR="009B7FEF" w:rsidRDefault="009B7FEF" w:rsidP="009B7FEF">
      <w:pPr>
        <w:pStyle w:val="Style2"/>
      </w:pPr>
      <w:r>
        <w:t>Art. 19</w:t>
      </w:r>
    </w:p>
    <w:p w:rsidR="009B7FEF" w:rsidRDefault="009B7FEF" w:rsidP="009B7FEF"/>
    <w:p w:rsidR="009B7FEF" w:rsidRDefault="009B7FEF" w:rsidP="009B7FEF">
      <w:r w:rsidRPr="009B7FEF">
        <w:rPr>
          <w:b/>
        </w:rPr>
        <w:t xml:space="preserve">Locatorul </w:t>
      </w:r>
      <w:r>
        <w:t>se obliga:</w:t>
      </w:r>
    </w:p>
    <w:p w:rsidR="009B7FEF" w:rsidRDefault="009B7FEF" w:rsidP="009B7FEF">
      <w:pPr>
        <w:pStyle w:val="ListParagraph"/>
        <w:numPr>
          <w:ilvl w:val="0"/>
          <w:numId w:val="5"/>
        </w:numPr>
      </w:pPr>
      <w:r>
        <w:t>sa predea bunurile ce formeaza obiectul inchirierii, la data de ___/___/______ in stare de folosinta, dupa incheierea unui proces verbal de predare - primire, in doua exemplare;</w:t>
      </w:r>
    </w:p>
    <w:p w:rsidR="009B7FEF" w:rsidRDefault="009B7FEF" w:rsidP="009B7FEF">
      <w:pPr>
        <w:pStyle w:val="ListParagraph"/>
        <w:numPr>
          <w:ilvl w:val="0"/>
          <w:numId w:val="5"/>
        </w:numPr>
      </w:pPr>
      <w:r>
        <w:t>sa asigure folosinta bunului inchiriat pe toata durata contractului;</w:t>
      </w:r>
    </w:p>
    <w:p w:rsidR="009B7FEF" w:rsidRDefault="009B7FEF" w:rsidP="009B7FEF">
      <w:pPr>
        <w:pStyle w:val="ListParagraph"/>
        <w:numPr>
          <w:ilvl w:val="0"/>
          <w:numId w:val="5"/>
        </w:numPr>
      </w:pPr>
      <w:r>
        <w:t>sa garanteze pe locatar contra pierderii totale sau partiale a bunului sau contra tulburarii folosintei terenului.</w:t>
      </w:r>
    </w:p>
    <w:p w:rsidR="009B7FEF" w:rsidRDefault="009B7FEF" w:rsidP="009B7FEF">
      <w:pPr>
        <w:pStyle w:val="Style2"/>
      </w:pPr>
      <w:r>
        <w:t>Art.20</w:t>
      </w:r>
    </w:p>
    <w:p w:rsidR="009B7FEF" w:rsidRDefault="009B7FEF" w:rsidP="009B7FEF"/>
    <w:p w:rsidR="009B7FEF" w:rsidRDefault="009B7FEF" w:rsidP="009B7FEF">
      <w:r>
        <w:t>Locatarul se obliga:</w:t>
      </w:r>
    </w:p>
    <w:p w:rsidR="009B7FEF" w:rsidRDefault="009B7FEF" w:rsidP="009B7FEF">
      <w:pPr>
        <w:pStyle w:val="ListParagraph"/>
        <w:numPr>
          <w:ilvl w:val="0"/>
          <w:numId w:val="3"/>
        </w:numPr>
      </w:pPr>
      <w:r>
        <w:t>sa achite chiria;</w:t>
      </w:r>
    </w:p>
    <w:p w:rsidR="009B7FEF" w:rsidRDefault="009B7FEF" w:rsidP="009B7FEF">
      <w:pPr>
        <w:pStyle w:val="ListParagraph"/>
        <w:numPr>
          <w:ilvl w:val="0"/>
          <w:numId w:val="3"/>
        </w:numPr>
      </w:pPr>
      <w:r>
        <w:t>sa foloseasca bunul inchiriat numai in scopul in pentru care a fost inchiriat;</w:t>
      </w:r>
    </w:p>
    <w:p w:rsidR="009B7FEF" w:rsidRDefault="009B7FEF" w:rsidP="009B7FEF">
      <w:pPr>
        <w:pStyle w:val="ListParagraph"/>
        <w:numPr>
          <w:ilvl w:val="0"/>
          <w:numId w:val="3"/>
        </w:numPr>
      </w:pPr>
      <w:r>
        <w:t>sa exploateze bunul inchiriat ca un bun proprietar, evitand degradarea lui;</w:t>
      </w:r>
    </w:p>
    <w:p w:rsidR="009B7FEF" w:rsidRDefault="009B7FEF" w:rsidP="009B7FEF">
      <w:pPr>
        <w:pStyle w:val="ListParagraph"/>
        <w:numPr>
          <w:ilvl w:val="0"/>
          <w:numId w:val="3"/>
        </w:numPr>
      </w:pPr>
      <w:r>
        <w:t>sa permita locatorului executarea intr-o perioada stabilita de comun acord a lucrarilor de reparatii si intretinere, in cazul unor defectiuni sau avarii care pot produce deteriorarea restului proprietatii;</w:t>
      </w:r>
    </w:p>
    <w:p w:rsidR="009B7FEF" w:rsidRDefault="009B7FEF" w:rsidP="009B7FEF">
      <w:pPr>
        <w:pStyle w:val="ListParagraph"/>
        <w:numPr>
          <w:ilvl w:val="0"/>
          <w:numId w:val="3"/>
        </w:numPr>
      </w:pPr>
      <w:r>
        <w:t>sa evite impedicarea sau tulburarea folosintei, in bune conditiuni, a celorlati proprietari vecini;</w:t>
      </w:r>
    </w:p>
    <w:p w:rsidR="009B7FEF" w:rsidRDefault="009B7FEF" w:rsidP="009B7FEF">
      <w:pPr>
        <w:pStyle w:val="ListParagraph"/>
        <w:numPr>
          <w:ilvl w:val="0"/>
          <w:numId w:val="3"/>
        </w:numPr>
      </w:pPr>
      <w:r>
        <w:t>sa respecte regulile urbanistice, instructiunile privind prevenirea incendiilor;</w:t>
      </w:r>
    </w:p>
    <w:p w:rsidR="009B7FEF" w:rsidRDefault="009B7FEF" w:rsidP="009B7FEF">
      <w:pPr>
        <w:pStyle w:val="ListParagraph"/>
        <w:numPr>
          <w:ilvl w:val="0"/>
          <w:numId w:val="3"/>
        </w:numPr>
      </w:pPr>
      <w:r>
        <w:t>sa raspunda de pagubele pricinuite bunurilor de incendiu, daca nu va dovedi ca incendiul a provenit din caz fortuit, forta majora sau dintr-un defect de constructie;</w:t>
      </w:r>
    </w:p>
    <w:p w:rsidR="009B7FEF" w:rsidRDefault="009B7FEF" w:rsidP="009B7FEF">
      <w:pPr>
        <w:pStyle w:val="ListParagraph"/>
        <w:numPr>
          <w:ilvl w:val="0"/>
          <w:numId w:val="3"/>
        </w:numPr>
      </w:pPr>
      <w:r>
        <w:t>sa apere bunul inchiriat impotriva oricarei atingeri provenita de la un tert asupra proprietatii sau posesiei bunului</w:t>
      </w:r>
    </w:p>
    <w:p w:rsidR="009B7FEF" w:rsidRDefault="009B7FEF" w:rsidP="009B7FEF">
      <w:pPr>
        <w:pStyle w:val="ListParagraph"/>
        <w:numPr>
          <w:ilvl w:val="0"/>
          <w:numId w:val="3"/>
        </w:numPr>
      </w:pPr>
      <w:r>
        <w:t>sa plateasca utilitatile consumate;</w:t>
      </w:r>
    </w:p>
    <w:p w:rsidR="009B7FEF" w:rsidRDefault="009B7FEF" w:rsidP="009B7FEF">
      <w:pPr>
        <w:pStyle w:val="ListParagraph"/>
        <w:numPr>
          <w:ilvl w:val="0"/>
          <w:numId w:val="3"/>
        </w:numPr>
      </w:pPr>
      <w:r>
        <w:t>sa asigure paza bunurilor inchiriate;</w:t>
      </w:r>
    </w:p>
    <w:p w:rsidR="009B7FEF" w:rsidRDefault="009B7FEF" w:rsidP="009B7FEF">
      <w:pPr>
        <w:pStyle w:val="ListParagraph"/>
        <w:numPr>
          <w:ilvl w:val="0"/>
          <w:numId w:val="3"/>
        </w:numPr>
      </w:pPr>
      <w:r>
        <w:t>sa restituie bunurile inchiriate aoa cum le-a primit, la expirarea duratei prezentului contract;</w:t>
      </w:r>
    </w:p>
    <w:p w:rsidR="009B7FEF" w:rsidRDefault="009B7FEF" w:rsidP="009B7FEF">
      <w:pPr>
        <w:pStyle w:val="ListParagraph"/>
        <w:numPr>
          <w:ilvl w:val="0"/>
          <w:numId w:val="3"/>
        </w:numPr>
      </w:pPr>
      <w:r>
        <w:t>dotarea spatiilor inchiriate cu mijloace de stingere a incediilor;</w:t>
      </w:r>
    </w:p>
    <w:p w:rsidR="009B7FEF" w:rsidRDefault="009B7FEF" w:rsidP="009B7FEF">
      <w:r>
        <w:t xml:space="preserve"> </w:t>
      </w:r>
    </w:p>
    <w:p w:rsidR="009B7FEF" w:rsidRDefault="009B7FEF" w:rsidP="009B7FEF">
      <w:pPr>
        <w:pStyle w:val="Heading2"/>
      </w:pPr>
      <w:r>
        <w:lastRenderedPageBreak/>
        <w:t>VIII. MODALITATEA DE RESTITUIRE</w:t>
      </w:r>
    </w:p>
    <w:p w:rsidR="009B7FEF" w:rsidRDefault="009B7FEF" w:rsidP="009B7FEF">
      <w:pPr>
        <w:pStyle w:val="Style2"/>
      </w:pPr>
      <w:r>
        <w:t>Art.21</w:t>
      </w:r>
    </w:p>
    <w:p w:rsidR="009B7FEF" w:rsidRDefault="009B7FEF" w:rsidP="009B7FEF"/>
    <w:p w:rsidR="009B7FEF" w:rsidRDefault="009B7FEF" w:rsidP="009B7FEF">
      <w:r>
        <w:t>La incetarea prezentului contract de inchiriere, locatarul va preda bunurile inchiriate numai locatorului, sau imputernicitilor acestuia pe baza de proces - verbal.</w:t>
      </w:r>
    </w:p>
    <w:p w:rsidR="009B7FEF" w:rsidRDefault="009B7FEF" w:rsidP="009B7FEF">
      <w:pPr>
        <w:pStyle w:val="Style2"/>
      </w:pPr>
      <w:r>
        <w:t>Art.22</w:t>
      </w:r>
    </w:p>
    <w:p w:rsidR="009B7FEF" w:rsidRDefault="009B7FEF" w:rsidP="009B7FEF"/>
    <w:p w:rsidR="009B7FEF" w:rsidRDefault="009B7FEF" w:rsidP="009B7FEF">
      <w:r>
        <w:t>Un exemplar al procesului - verbal de predare a bunurilor se inmaneaza locatarului dupa achitare, acesta constituind documentul care atesta stingerea obligatiilor contractuale.</w:t>
      </w:r>
    </w:p>
    <w:p w:rsidR="009B7FEF" w:rsidRDefault="009B7FEF" w:rsidP="009B7FEF">
      <w:r>
        <w:t xml:space="preserve"> </w:t>
      </w:r>
    </w:p>
    <w:p w:rsidR="009B7FEF" w:rsidRDefault="009B7FEF" w:rsidP="009B7FEF">
      <w:pPr>
        <w:pStyle w:val="Heading2"/>
      </w:pPr>
      <w:r>
        <w:t>IX. DECADEREA DIN DREPTURI</w:t>
      </w:r>
    </w:p>
    <w:p w:rsidR="009B7FEF" w:rsidRDefault="009B7FEF" w:rsidP="009B7FEF">
      <w:pPr>
        <w:pStyle w:val="Style2"/>
      </w:pPr>
      <w:r>
        <w:t>Art.23</w:t>
      </w:r>
    </w:p>
    <w:p w:rsidR="009B7FEF" w:rsidRDefault="009B7FEF" w:rsidP="009B7FEF"/>
    <w:p w:rsidR="009B7FEF" w:rsidRDefault="009B7FEF" w:rsidP="009B7FEF">
      <w:r>
        <w:t>Acordarea de inlesniri pentru nerespectarea vreuneia din conditiile prezentului contract, nu va fi considerata ca o renuntare a proprietarului la drepturile lui.</w:t>
      </w:r>
    </w:p>
    <w:p w:rsidR="009B7FEF" w:rsidRDefault="009B7FEF" w:rsidP="009B7FEF">
      <w:r>
        <w:t>El va putea cere executarea clauzelor contractului in orice moment.</w:t>
      </w:r>
    </w:p>
    <w:p w:rsidR="009B7FEF" w:rsidRDefault="009B7FEF" w:rsidP="009B7FEF"/>
    <w:p w:rsidR="009B7FEF" w:rsidRDefault="009B7FEF" w:rsidP="009B7FEF">
      <w:pPr>
        <w:pStyle w:val="Heading2"/>
      </w:pPr>
      <w:r>
        <w:t>X. RASPUNDEREA CONTRACTUALA</w:t>
      </w:r>
    </w:p>
    <w:p w:rsidR="009B7FEF" w:rsidRDefault="009B7FEF" w:rsidP="009B7FEF">
      <w:pPr>
        <w:pStyle w:val="Style2"/>
      </w:pPr>
      <w:r>
        <w:t>Art.24</w:t>
      </w:r>
    </w:p>
    <w:p w:rsidR="009B7FEF" w:rsidRDefault="009B7FEF" w:rsidP="009B7FEF"/>
    <w:p w:rsidR="009B7FEF" w:rsidRDefault="009B7FEF" w:rsidP="009B7FEF">
      <w:r>
        <w:t>In caz de neexecutare sau de executare necorespunzatoare a obligatiilor contractuale, partea in culpa va plati daune-interese, in suma de ______.</w:t>
      </w:r>
    </w:p>
    <w:p w:rsidR="009B7FEF" w:rsidRDefault="009B7FEF" w:rsidP="009B7FEF">
      <w:pPr>
        <w:pStyle w:val="Style2"/>
      </w:pPr>
      <w:r>
        <w:t>Art.25</w:t>
      </w:r>
    </w:p>
    <w:p w:rsidR="009B7FEF" w:rsidRDefault="009B7FEF" w:rsidP="009B7FEF"/>
    <w:p w:rsidR="009B7FEF" w:rsidRDefault="009B7FEF" w:rsidP="009B7FEF">
      <w:r>
        <w:t>In caz de executare cu intarziere a obligatiei de plata a chiriei, locatorul va plati penalitati in cuantum de _______% din suma datorata pentru, fiecare zi de intarziere.</w:t>
      </w:r>
    </w:p>
    <w:p w:rsidR="009B7FEF" w:rsidRDefault="009B7FEF" w:rsidP="009B7FEF"/>
    <w:p w:rsidR="009B7FEF" w:rsidRDefault="009B7FEF" w:rsidP="009B7FEF">
      <w:pPr>
        <w:pStyle w:val="Heading2"/>
      </w:pPr>
      <w:r>
        <w:t>XI. FORTA MAJORA</w:t>
      </w:r>
    </w:p>
    <w:p w:rsidR="009B7FEF" w:rsidRDefault="009B7FEF" w:rsidP="009B7FEF">
      <w:pPr>
        <w:pStyle w:val="Style2"/>
      </w:pPr>
      <w:r>
        <w:t>Art.26</w:t>
      </w:r>
    </w:p>
    <w:p w:rsidR="009B7FEF" w:rsidRDefault="009B7FEF" w:rsidP="009B7FEF"/>
    <w:p w:rsidR="009B7FEF" w:rsidRDefault="009B7FEF" w:rsidP="009B7FEF">
      <w:r>
        <w:t xml:space="preserve">Forta majora exonereaza de raspundere partile, in cazul neexecutarii partiale sau totale a obligatiilor asumate prin prezentul contract. Prin forta majora se intelege un eveniment independent de vointa </w:t>
      </w:r>
      <w:r>
        <w:lastRenderedPageBreak/>
        <w:t>partilor, imprevizibil oi insurmontabil, aparut dupa incheierea contractului si care impiedica partile sa execute total sau partial obligatiile asumate.</w:t>
      </w:r>
    </w:p>
    <w:p w:rsidR="009B7FEF" w:rsidRDefault="009B7FEF" w:rsidP="009B7FEF">
      <w:r>
        <w:t>Partea care invoca forta majora are obligatia sa o aduca la cunootinta celeilalte parti, in scris, in maximum 10 (zece) zile de la aparitie, iar dovada fortei majore se va comunica in maximum 30 (treizeci) zile de la aparitie.</w:t>
      </w:r>
    </w:p>
    <w:p w:rsidR="009B7FEF" w:rsidRDefault="009B7FEF" w:rsidP="009B7FEF">
      <w:r>
        <w:t>Partea care invoca forta majora are obligatia sa aduca la cunootinta celeilalte parti incetarea cauzei acesteia in maximum 10 (zece) zile de la incetare.</w:t>
      </w:r>
    </w:p>
    <w:p w:rsidR="009B7FEF" w:rsidRDefault="009B7FEF" w:rsidP="009B7FEF">
      <w:pPr>
        <w:pStyle w:val="Style2"/>
      </w:pPr>
      <w:r>
        <w:t>Art.27</w:t>
      </w:r>
    </w:p>
    <w:p w:rsidR="009B7FEF" w:rsidRDefault="009B7FEF" w:rsidP="009B7FEF"/>
    <w:p w:rsidR="009B7FEF" w:rsidRDefault="009B7FEF" w:rsidP="009B7FEF">
      <w:r>
        <w:t>Proprietarul nu raspunde pentru nici o cauza de forta majora care ar impedica folosinta spatiului inchiriat si are dreptul, si in asemenea cazuri, la chirie redusa proportional cu capacitatea de intrebunintare a terenului, in situatia in care acesta din urma solicita mentinerea contractului de inchiriere. In situatia in care chiriasul nu mai solicita mentinerea contractului de inchiriere, acesta nu mai datoreaza chirie pe perioada cat a fost impiedicat in folosinta spatiul inchiriat neputand insa solicita despagubiri pentru nefolosinta partiala sau totala a bunului inchiriat intrucat proprietarul nu poate raspunde in situatii de forta majora.</w:t>
      </w:r>
    </w:p>
    <w:p w:rsidR="009B7FEF" w:rsidRDefault="009B7FEF" w:rsidP="009B7FEF">
      <w:r>
        <w:t xml:space="preserve"> </w:t>
      </w:r>
    </w:p>
    <w:p w:rsidR="009B7FEF" w:rsidRDefault="009B7FEF" w:rsidP="009B7FEF">
      <w:pPr>
        <w:pStyle w:val="Heading2"/>
      </w:pPr>
      <w:r>
        <w:t>XII. REZILIEREA</w:t>
      </w:r>
    </w:p>
    <w:p w:rsidR="009B7FEF" w:rsidRDefault="009B7FEF" w:rsidP="009B7FEF">
      <w:pPr>
        <w:pStyle w:val="Style2"/>
      </w:pPr>
      <w:r>
        <w:t>Art.28</w:t>
      </w:r>
    </w:p>
    <w:p w:rsidR="009B7FEF" w:rsidRDefault="009B7FEF" w:rsidP="009B7FEF"/>
    <w:p w:rsidR="009B7FEF" w:rsidRDefault="009B7FEF" w:rsidP="009B7FEF">
      <w:r>
        <w:t>Neindeplinirea, in parte sau in totalitate, a conditiilor stabilite prin prezentul contract, poate indreptatii proprietarul sa solicite, unilateral, incetarea contractului de inchiriere cu obligatia de a-i notifica chiriasului intentia sa, cu __________ de zile inainte.</w:t>
      </w:r>
    </w:p>
    <w:p w:rsidR="009B7FEF" w:rsidRDefault="009B7FEF" w:rsidP="009B7FEF">
      <w:pPr>
        <w:pStyle w:val="Style2"/>
      </w:pPr>
      <w:r>
        <w:t>Art.29</w:t>
      </w:r>
    </w:p>
    <w:p w:rsidR="009B7FEF" w:rsidRDefault="009B7FEF" w:rsidP="009B7FEF"/>
    <w:p w:rsidR="009B7FEF" w:rsidRDefault="009B7FEF" w:rsidP="009B7FEF">
      <w:r>
        <w:t>Contractul de inchiriere poate fi reziliat si la initiativa chiriasului, cu acordul proprietarului, daca solicitarea de reziliere a fost adusa la cunootinta proprietarului in scris, cu _______ de zile inainte de data in care se propune predarea spatiului si pana la data predarii cu proces - verbal, chiriasul achitand proprietarului toate sumele datorate.</w:t>
      </w:r>
    </w:p>
    <w:p w:rsidR="009B7FEF" w:rsidRDefault="009B7FEF" w:rsidP="009B7FEF">
      <w:pPr>
        <w:pStyle w:val="Heading2"/>
      </w:pPr>
      <w:r>
        <w:t xml:space="preserve">XIII. </w:t>
      </w:r>
      <w:r w:rsidRPr="009B7FEF">
        <w:t>LITIGII</w:t>
      </w:r>
    </w:p>
    <w:p w:rsidR="009B7FEF" w:rsidRDefault="009B7FEF" w:rsidP="009B7FEF">
      <w:pPr>
        <w:pStyle w:val="Style2"/>
      </w:pPr>
      <w:r>
        <w:t>Art.30</w:t>
      </w:r>
    </w:p>
    <w:p w:rsidR="009B7FEF" w:rsidRDefault="009B7FEF" w:rsidP="009B7FEF"/>
    <w:p w:rsidR="009B7FEF" w:rsidRDefault="009B7FEF" w:rsidP="009B7FEF">
      <w:r>
        <w:t>Litigiile care se vor naste din prezentul contract sau in legatura cu prezentul contract, vor fi solutionate pe cale amiabila.</w:t>
      </w:r>
    </w:p>
    <w:p w:rsidR="009B7FEF" w:rsidRDefault="009B7FEF" w:rsidP="009B7FEF">
      <w:pPr>
        <w:pStyle w:val="Style2"/>
      </w:pPr>
      <w:r>
        <w:lastRenderedPageBreak/>
        <w:t>Art.31</w:t>
      </w:r>
    </w:p>
    <w:p w:rsidR="009B7FEF" w:rsidRDefault="009B7FEF" w:rsidP="009B7FEF"/>
    <w:p w:rsidR="009B7FEF" w:rsidRDefault="009B7FEF" w:rsidP="009B7FEF">
      <w:r>
        <w:t>Daca partile nu vor ajunge la o intelegere amiabila, atunci litigiile vor fi inaintate spre solutionare instantelor competente</w:t>
      </w:r>
    </w:p>
    <w:p w:rsidR="009B7FEF" w:rsidRDefault="009B7FEF" w:rsidP="009B7FEF"/>
    <w:p w:rsidR="009B7FEF" w:rsidRDefault="009B7FEF" w:rsidP="009B7FEF">
      <w:pPr>
        <w:pStyle w:val="Heading2"/>
      </w:pPr>
      <w:r>
        <w:t>XIV. ALTE CLAUZE</w:t>
      </w:r>
    </w:p>
    <w:p w:rsidR="009B7FEF" w:rsidRDefault="009B7FEF" w:rsidP="009B7FEF">
      <w:pPr>
        <w:pStyle w:val="Style2"/>
      </w:pPr>
      <w:r>
        <w:t>Art.32</w:t>
      </w:r>
    </w:p>
    <w:p w:rsidR="009B7FEF" w:rsidRDefault="009B7FEF" w:rsidP="009B7FEF"/>
    <w:p w:rsidR="009B7FEF" w:rsidRDefault="009B7FEF" w:rsidP="009B7FEF">
      <w:r>
        <w:t>Drepturile si obligatiile reciproce ale partilor, fixate prin prezentul contract, vor fi completate si modificate de actele normative ce vor apare ulterior semnarii prezentului contract.</w:t>
      </w:r>
    </w:p>
    <w:p w:rsidR="009B7FEF" w:rsidRDefault="009B7FEF" w:rsidP="009B7FEF"/>
    <w:p w:rsidR="009B7FEF" w:rsidRDefault="009B7FEF" w:rsidP="009B7FEF">
      <w:r>
        <w:t>Prezentul contract s-a incheiat astazi ___/___/______, in ____exemplare, cate _____ pentru fiecare parte contractanta.</w:t>
      </w:r>
    </w:p>
    <w:p w:rsidR="009B7FEF" w:rsidRDefault="009B7FEF" w:rsidP="009B7FEF"/>
    <w:p w:rsidR="009B7FEF" w:rsidRDefault="009B7FEF" w:rsidP="009B7FEF"/>
    <w:p w:rsidR="009B7FEF" w:rsidRPr="009B7FEF" w:rsidRDefault="009B7FEF" w:rsidP="009B7FEF">
      <w:pPr>
        <w:rPr>
          <w:b/>
          <w:sz w:val="28"/>
          <w:szCs w:val="28"/>
        </w:rPr>
      </w:pPr>
      <w:r w:rsidRPr="009B7FEF">
        <w:rPr>
          <w:b/>
          <w:sz w:val="28"/>
          <w:szCs w:val="28"/>
        </w:rPr>
        <w:t xml:space="preserve">PROPRIETAR                                                 </w:t>
      </w:r>
      <w:r>
        <w:rPr>
          <w:b/>
          <w:sz w:val="28"/>
          <w:szCs w:val="28"/>
        </w:rPr>
        <w:t xml:space="preserve">                </w:t>
      </w:r>
      <w:r w:rsidRPr="009B7FEF">
        <w:rPr>
          <w:b/>
          <w:sz w:val="28"/>
          <w:szCs w:val="28"/>
        </w:rPr>
        <w:t>CHIRIAS</w:t>
      </w:r>
    </w:p>
    <w:p w:rsidR="009B7FEF" w:rsidRDefault="009B7FEF" w:rsidP="009B7FEF"/>
    <w:p w:rsidR="002448A3" w:rsidRPr="002448A3" w:rsidRDefault="009B7FEF" w:rsidP="009B7FEF">
      <w:r>
        <w:t>______________________                                                             ______________________</w:t>
      </w:r>
    </w:p>
    <w:sectPr w:rsidR="002448A3" w:rsidRPr="002448A3" w:rsidSect="00AF67C6">
      <w:headerReference w:type="even" r:id="rId7"/>
      <w:headerReference w:type="default" r:id="rId8"/>
      <w:footerReference w:type="even" r:id="rId9"/>
      <w:footerReference w:type="default" r:id="rId10"/>
      <w:headerReference w:type="first" r:id="rId11"/>
      <w:footerReference w:type="first" r:id="rId12"/>
      <w:pgSz w:w="12240" w:h="15840"/>
      <w:pgMar w:top="567" w:right="1440" w:bottom="993" w:left="1440" w:header="708" w:footer="11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5AD" w:rsidRDefault="008215AD" w:rsidP="00021277">
      <w:pPr>
        <w:spacing w:after="0" w:line="240" w:lineRule="auto"/>
      </w:pPr>
      <w:r>
        <w:separator/>
      </w:r>
    </w:p>
  </w:endnote>
  <w:endnote w:type="continuationSeparator" w:id="0">
    <w:p w:rsidR="008215AD" w:rsidRDefault="008215AD" w:rsidP="00021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7C6" w:rsidRDefault="00AF67C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277" w:rsidRPr="001879E2" w:rsidRDefault="00021277" w:rsidP="002A2E3E">
    <w:pPr>
      <w:pStyle w:val="Footer"/>
      <w:tabs>
        <w:tab w:val="center" w:pos="5040"/>
        <w:tab w:val="left" w:pos="6990"/>
      </w:tabs>
      <w:rPr>
        <w:lang w:val="ro-RO"/>
      </w:rPr>
    </w:pPr>
    <w:r>
      <w:tab/>
    </w:r>
    <w:r>
      <w:rPr>
        <w:noProof/>
      </w:rPr>
      <w:drawing>
        <wp:anchor distT="0" distB="0" distL="114300" distR="114300" simplePos="0" relativeHeight="251659264" behindDoc="1" locked="0" layoutInCell="1" allowOverlap="1">
          <wp:simplePos x="0" y="0"/>
          <wp:positionH relativeFrom="column">
            <wp:posOffset>1143000</wp:posOffset>
          </wp:positionH>
          <wp:positionV relativeFrom="paragraph">
            <wp:posOffset>-9525</wp:posOffset>
          </wp:positionV>
          <wp:extent cx="457200" cy="432435"/>
          <wp:effectExtent l="19050" t="0" r="0" b="0"/>
          <wp:wrapTight wrapText="bothSides">
            <wp:wrapPolygon edited="0">
              <wp:start x="-900" y="0"/>
              <wp:lineTo x="-900" y="20934"/>
              <wp:lineTo x="21600" y="20934"/>
              <wp:lineTo x="21600" y="0"/>
              <wp:lineTo x="-900" y="0"/>
            </wp:wrapPolygon>
          </wp:wrapTight>
          <wp:docPr id="1" name="Picture 1" descr="Fav_of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v_of_21"/>
                  <pic:cNvPicPr>
                    <a:picLocks noChangeAspect="1" noChangeArrowheads="1"/>
                  </pic:cNvPicPr>
                </pic:nvPicPr>
                <pic:blipFill>
                  <a:blip r:embed="rId1"/>
                  <a:srcRect/>
                  <a:stretch>
                    <a:fillRect/>
                  </a:stretch>
                </pic:blipFill>
                <pic:spPr bwMode="auto">
                  <a:xfrm>
                    <a:off x="0" y="0"/>
                    <a:ext cx="457200" cy="432435"/>
                  </a:xfrm>
                  <a:prstGeom prst="rect">
                    <a:avLst/>
                  </a:prstGeom>
                  <a:noFill/>
                </pic:spPr>
              </pic:pic>
            </a:graphicData>
          </a:graphic>
        </wp:anchor>
      </w:drawing>
    </w:r>
    <w:hyperlink r:id="rId2" w:history="1">
      <w:r w:rsidRPr="00B05D33">
        <w:rPr>
          <w:rStyle w:val="Hyperlink"/>
          <w:lang w:val="ro-RO"/>
        </w:rPr>
        <w:t>www.oficial.ro</w:t>
      </w:r>
    </w:hyperlink>
    <w:r>
      <w:rPr>
        <w:lang w:val="ro-RO"/>
      </w:rPr>
      <w:t xml:space="preserve"> formulare  acte</w:t>
    </w:r>
    <w:r>
      <w:rPr>
        <w:lang w:val="ro-RO"/>
      </w:rPr>
      <w:tab/>
    </w:r>
  </w:p>
  <w:p w:rsidR="00021277" w:rsidRDefault="00021277" w:rsidP="00021277">
    <w:pPr>
      <w:pStyle w:val="Footer"/>
    </w:pPr>
  </w:p>
  <w:p w:rsidR="00021277" w:rsidRDefault="0002127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7C6" w:rsidRDefault="00AF67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5AD" w:rsidRDefault="008215AD" w:rsidP="00021277">
      <w:pPr>
        <w:spacing w:after="0" w:line="240" w:lineRule="auto"/>
      </w:pPr>
      <w:r>
        <w:separator/>
      </w:r>
    </w:p>
  </w:footnote>
  <w:footnote w:type="continuationSeparator" w:id="0">
    <w:p w:rsidR="008215AD" w:rsidRDefault="008215AD" w:rsidP="00021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7C6" w:rsidRDefault="00AF67C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7C6" w:rsidRDefault="00AF67C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7C6" w:rsidRDefault="00AF67C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A1367"/>
    <w:multiLevelType w:val="hybridMultilevel"/>
    <w:tmpl w:val="05DE8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F95E27"/>
    <w:multiLevelType w:val="hybridMultilevel"/>
    <w:tmpl w:val="7F6A7616"/>
    <w:lvl w:ilvl="0" w:tplc="799010C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EE5922"/>
    <w:multiLevelType w:val="multilevel"/>
    <w:tmpl w:val="D68E87A4"/>
    <w:lvl w:ilvl="0">
      <w:start w:val="1"/>
      <w:numFmt w:val="none"/>
      <w:pStyle w:val="Heading1"/>
      <w:lvlText w:val=""/>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Heading3"/>
      <w:isLgl/>
      <w:lvlText w:val="%2%1.%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5D821E8F"/>
    <w:multiLevelType w:val="hybridMultilevel"/>
    <w:tmpl w:val="BC5EEDCA"/>
    <w:lvl w:ilvl="0" w:tplc="799010C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4C2532"/>
    <w:multiLevelType w:val="hybridMultilevel"/>
    <w:tmpl w:val="79063E48"/>
    <w:lvl w:ilvl="0" w:tplc="799010C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215AD"/>
    <w:rsid w:val="00017707"/>
    <w:rsid w:val="00021277"/>
    <w:rsid w:val="00054FBF"/>
    <w:rsid w:val="000851D0"/>
    <w:rsid w:val="00096E10"/>
    <w:rsid w:val="000A0229"/>
    <w:rsid w:val="000B1264"/>
    <w:rsid w:val="000C06B6"/>
    <w:rsid w:val="000D2CBF"/>
    <w:rsid w:val="0010367B"/>
    <w:rsid w:val="00146E2A"/>
    <w:rsid w:val="00166921"/>
    <w:rsid w:val="00175196"/>
    <w:rsid w:val="001D42FB"/>
    <w:rsid w:val="001E5E11"/>
    <w:rsid w:val="001E777D"/>
    <w:rsid w:val="001F09C6"/>
    <w:rsid w:val="00223664"/>
    <w:rsid w:val="002448A3"/>
    <w:rsid w:val="002538C4"/>
    <w:rsid w:val="00254B08"/>
    <w:rsid w:val="002A2E3E"/>
    <w:rsid w:val="002C39B6"/>
    <w:rsid w:val="002E22A7"/>
    <w:rsid w:val="002F3FE1"/>
    <w:rsid w:val="00301EF7"/>
    <w:rsid w:val="00312990"/>
    <w:rsid w:val="00320077"/>
    <w:rsid w:val="00325C41"/>
    <w:rsid w:val="003509AA"/>
    <w:rsid w:val="00353D54"/>
    <w:rsid w:val="003556A5"/>
    <w:rsid w:val="00375B42"/>
    <w:rsid w:val="003A516C"/>
    <w:rsid w:val="003B0821"/>
    <w:rsid w:val="003C1D2F"/>
    <w:rsid w:val="003C7172"/>
    <w:rsid w:val="003E6204"/>
    <w:rsid w:val="003E6D83"/>
    <w:rsid w:val="003F1F37"/>
    <w:rsid w:val="003F2CC1"/>
    <w:rsid w:val="0040590E"/>
    <w:rsid w:val="00417A3B"/>
    <w:rsid w:val="00424BE4"/>
    <w:rsid w:val="004333EC"/>
    <w:rsid w:val="00437721"/>
    <w:rsid w:val="00453713"/>
    <w:rsid w:val="0046329F"/>
    <w:rsid w:val="00466BBC"/>
    <w:rsid w:val="004766D2"/>
    <w:rsid w:val="004D5DBD"/>
    <w:rsid w:val="004E24D1"/>
    <w:rsid w:val="004F402C"/>
    <w:rsid w:val="00504346"/>
    <w:rsid w:val="00516A9C"/>
    <w:rsid w:val="0053027B"/>
    <w:rsid w:val="00545C16"/>
    <w:rsid w:val="00547658"/>
    <w:rsid w:val="005539B2"/>
    <w:rsid w:val="0057280A"/>
    <w:rsid w:val="00580595"/>
    <w:rsid w:val="00596EA3"/>
    <w:rsid w:val="005B44BD"/>
    <w:rsid w:val="005C01E1"/>
    <w:rsid w:val="005E711E"/>
    <w:rsid w:val="005F4FE1"/>
    <w:rsid w:val="005F524F"/>
    <w:rsid w:val="00607AA0"/>
    <w:rsid w:val="00682A84"/>
    <w:rsid w:val="006B0A45"/>
    <w:rsid w:val="006D4C11"/>
    <w:rsid w:val="00747217"/>
    <w:rsid w:val="00750639"/>
    <w:rsid w:val="007A79B4"/>
    <w:rsid w:val="007C24C5"/>
    <w:rsid w:val="00803803"/>
    <w:rsid w:val="00816A69"/>
    <w:rsid w:val="008215AD"/>
    <w:rsid w:val="00843E46"/>
    <w:rsid w:val="008440BB"/>
    <w:rsid w:val="008441D5"/>
    <w:rsid w:val="00846505"/>
    <w:rsid w:val="00865D36"/>
    <w:rsid w:val="00870E6E"/>
    <w:rsid w:val="00873E9C"/>
    <w:rsid w:val="008952FD"/>
    <w:rsid w:val="00895756"/>
    <w:rsid w:val="008B48A7"/>
    <w:rsid w:val="008C4C47"/>
    <w:rsid w:val="008E23A0"/>
    <w:rsid w:val="0092505E"/>
    <w:rsid w:val="00961C08"/>
    <w:rsid w:val="00964BBC"/>
    <w:rsid w:val="00970F4F"/>
    <w:rsid w:val="00993B3E"/>
    <w:rsid w:val="009B34D6"/>
    <w:rsid w:val="009B4ACE"/>
    <w:rsid w:val="009B57BF"/>
    <w:rsid w:val="009B7FEF"/>
    <w:rsid w:val="009C433F"/>
    <w:rsid w:val="009C701C"/>
    <w:rsid w:val="009D32EE"/>
    <w:rsid w:val="009D5DF5"/>
    <w:rsid w:val="009F7152"/>
    <w:rsid w:val="00A103EA"/>
    <w:rsid w:val="00A56ADB"/>
    <w:rsid w:val="00A83C63"/>
    <w:rsid w:val="00A878C3"/>
    <w:rsid w:val="00AB09BA"/>
    <w:rsid w:val="00AB4DB9"/>
    <w:rsid w:val="00AC42F3"/>
    <w:rsid w:val="00AE2FBD"/>
    <w:rsid w:val="00AF493E"/>
    <w:rsid w:val="00AF67C6"/>
    <w:rsid w:val="00B14F92"/>
    <w:rsid w:val="00B21F2B"/>
    <w:rsid w:val="00B400C3"/>
    <w:rsid w:val="00B428F6"/>
    <w:rsid w:val="00B617B9"/>
    <w:rsid w:val="00B61B8F"/>
    <w:rsid w:val="00B84844"/>
    <w:rsid w:val="00BB2ABE"/>
    <w:rsid w:val="00BB39DE"/>
    <w:rsid w:val="00BB71A2"/>
    <w:rsid w:val="00BE7BBC"/>
    <w:rsid w:val="00C13B18"/>
    <w:rsid w:val="00C35222"/>
    <w:rsid w:val="00C37803"/>
    <w:rsid w:val="00C542E9"/>
    <w:rsid w:val="00C9705A"/>
    <w:rsid w:val="00CA6313"/>
    <w:rsid w:val="00D0016F"/>
    <w:rsid w:val="00D150F6"/>
    <w:rsid w:val="00D24048"/>
    <w:rsid w:val="00D25889"/>
    <w:rsid w:val="00D26D50"/>
    <w:rsid w:val="00D619A1"/>
    <w:rsid w:val="00D8138E"/>
    <w:rsid w:val="00D90BA8"/>
    <w:rsid w:val="00DE0788"/>
    <w:rsid w:val="00DE32A0"/>
    <w:rsid w:val="00E0224C"/>
    <w:rsid w:val="00E168F7"/>
    <w:rsid w:val="00E24D08"/>
    <w:rsid w:val="00E71FA4"/>
    <w:rsid w:val="00E7407A"/>
    <w:rsid w:val="00E910EB"/>
    <w:rsid w:val="00E93C23"/>
    <w:rsid w:val="00EB3DDF"/>
    <w:rsid w:val="00EF0A2B"/>
    <w:rsid w:val="00EF1D97"/>
    <w:rsid w:val="00EF6984"/>
    <w:rsid w:val="00F03FF2"/>
    <w:rsid w:val="00F10FFE"/>
    <w:rsid w:val="00FA2A72"/>
    <w:rsid w:val="00FA5DA4"/>
    <w:rsid w:val="00FA751A"/>
    <w:rsid w:val="00FC02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713"/>
  </w:style>
  <w:style w:type="paragraph" w:styleId="Heading1">
    <w:name w:val="heading 1"/>
    <w:basedOn w:val="Normal"/>
    <w:next w:val="Normal"/>
    <w:link w:val="Heading1Char"/>
    <w:uiPriority w:val="9"/>
    <w:qFormat/>
    <w:rsid w:val="00453713"/>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7FE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53713"/>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53713"/>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5371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5371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5371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5371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5371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371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B7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5371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5371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5371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5371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5371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5371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53713"/>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semiHidden/>
    <w:unhideWhenUsed/>
    <w:rsid w:val="0002127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21277"/>
  </w:style>
  <w:style w:type="paragraph" w:styleId="Footer">
    <w:name w:val="footer"/>
    <w:basedOn w:val="Normal"/>
    <w:link w:val="FooterChar"/>
    <w:unhideWhenUsed/>
    <w:rsid w:val="00021277"/>
    <w:pPr>
      <w:tabs>
        <w:tab w:val="center" w:pos="4680"/>
        <w:tab w:val="right" w:pos="9360"/>
      </w:tabs>
      <w:spacing w:after="0" w:line="240" w:lineRule="auto"/>
    </w:pPr>
  </w:style>
  <w:style w:type="character" w:customStyle="1" w:styleId="FooterChar">
    <w:name w:val="Footer Char"/>
    <w:basedOn w:val="DefaultParagraphFont"/>
    <w:link w:val="Footer"/>
    <w:rsid w:val="00021277"/>
  </w:style>
  <w:style w:type="character" w:styleId="Hyperlink">
    <w:name w:val="Hyperlink"/>
    <w:basedOn w:val="DefaultParagraphFont"/>
    <w:rsid w:val="00021277"/>
    <w:rPr>
      <w:color w:val="0000FF"/>
      <w:u w:val="single"/>
    </w:rPr>
  </w:style>
  <w:style w:type="paragraph" w:customStyle="1" w:styleId="Style1">
    <w:name w:val="Style1"/>
    <w:basedOn w:val="Heading3"/>
    <w:link w:val="Style1Char"/>
    <w:qFormat/>
    <w:rsid w:val="009B7FEF"/>
    <w:pPr>
      <w:numPr>
        <w:ilvl w:val="0"/>
        <w:numId w:val="0"/>
      </w:numPr>
    </w:pPr>
  </w:style>
  <w:style w:type="paragraph" w:customStyle="1" w:styleId="Style2">
    <w:name w:val="Style2"/>
    <w:basedOn w:val="Style1"/>
    <w:autoRedefine/>
    <w:qFormat/>
    <w:rsid w:val="009B7FEF"/>
  </w:style>
  <w:style w:type="character" w:customStyle="1" w:styleId="Style1Char">
    <w:name w:val="Style1 Char"/>
    <w:basedOn w:val="Heading3Char"/>
    <w:link w:val="Style1"/>
    <w:rsid w:val="009B7FEF"/>
    <w:rPr>
      <w:b/>
      <w:bCs/>
    </w:rPr>
  </w:style>
  <w:style w:type="paragraph" w:styleId="ListParagraph">
    <w:name w:val="List Paragraph"/>
    <w:basedOn w:val="Normal"/>
    <w:uiPriority w:val="34"/>
    <w:qFormat/>
    <w:rsid w:val="009B7FE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oficial.ro/"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AppData\Roaming\Microsoft\Templates\Oficial%20W2007_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Oficial W2007_3.dotx</Template>
  <TotalTime>16</TotalTime>
  <Pages>7</Pages>
  <Words>1448</Words>
  <Characters>8260</Characters>
  <Application>Microsoft Office Word</Application>
  <DocSecurity>0</DocSecurity>
  <Lines>68</Lines>
  <Paragraphs>19</Paragraphs>
  <ScaleCrop>false</ScaleCrop>
  <Company/>
  <LinksUpToDate>false</LinksUpToDate>
  <CharactersWithSpaces>9689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c:creator>
  <cp:lastModifiedBy>us</cp:lastModifiedBy>
  <cp:revision>1</cp:revision>
  <dcterms:created xsi:type="dcterms:W3CDTF">2013-04-04T07:38:00Z</dcterms:created>
  <dcterms:modified xsi:type="dcterms:W3CDTF">2013-04-04T07:54:00Z</dcterms:modified>
</cp:coreProperties>
</file>